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BC" w:rsidRPr="007178A6" w:rsidRDefault="003B6FBC" w:rsidP="007178A6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Language Arts Reflection</w:t>
      </w:r>
    </w:p>
    <w:p w:rsidR="003B6FBC" w:rsidRDefault="003B6FBC"/>
    <w:p w:rsidR="003B6FBC" w:rsidRDefault="003B6FBC">
      <w:pPr>
        <w:rPr>
          <w:sz w:val="32"/>
          <w:szCs w:val="32"/>
        </w:rPr>
      </w:pPr>
      <w:r>
        <w:tab/>
      </w:r>
      <w:r w:rsidRPr="007178A6">
        <w:rPr>
          <w:sz w:val="32"/>
          <w:szCs w:val="32"/>
        </w:rPr>
        <w:t>The writing piece that I chose to reflect on was my fiction piece named Challengers. This story was about a boy named Moon and his sister Mai, who were on a quest to save their new home planet, Nuburo, from an evil king named Zed.</w:t>
      </w:r>
    </w:p>
    <w:p w:rsidR="003B6FBC" w:rsidRDefault="003B6FBC" w:rsidP="007178A6">
      <w:pPr>
        <w:ind w:firstLine="720"/>
        <w:rPr>
          <w:sz w:val="32"/>
          <w:szCs w:val="32"/>
        </w:rPr>
      </w:pPr>
      <w:r w:rsidRPr="007178A6">
        <w:rPr>
          <w:sz w:val="32"/>
          <w:szCs w:val="32"/>
        </w:rPr>
        <w:t xml:space="preserve"> I chose this piece because I had a lot of fun with it. It has a good story, it’s long and detailed, and I can really connect to it. I used a lot of skills with this piece; like describing the characters, setting, and events with great detail.</w:t>
      </w:r>
      <w:r>
        <w:rPr>
          <w:sz w:val="32"/>
          <w:szCs w:val="32"/>
        </w:rPr>
        <w:t xml:space="preserve"> I’m also very good at keeping the movie in the readers head and creating a resolution to the problem of the story. </w:t>
      </w:r>
      <w:r w:rsidRPr="007178A6">
        <w:rPr>
          <w:sz w:val="32"/>
          <w:szCs w:val="32"/>
        </w:rPr>
        <w:t xml:space="preserve"> I think from last year, I’ve improved greatly on my writing skills.</w:t>
      </w:r>
    </w:p>
    <w:p w:rsidR="003B6FBC" w:rsidRDefault="003B6FBC" w:rsidP="007178A6">
      <w:pPr>
        <w:ind w:firstLine="720"/>
        <w:rPr>
          <w:sz w:val="32"/>
          <w:szCs w:val="32"/>
        </w:rPr>
      </w:pPr>
      <w:r w:rsidRPr="007178A6">
        <w:rPr>
          <w:sz w:val="32"/>
          <w:szCs w:val="32"/>
        </w:rPr>
        <w:t xml:space="preserve"> What I do well is telling stories well with details. I think on what I can improve on is my endings; I always keep on going with the story, or I’ll leave a cliff hanger and then make a sequel </w:t>
      </w:r>
      <w:r>
        <w:rPr>
          <w:sz w:val="32"/>
          <w:szCs w:val="32"/>
        </w:rPr>
        <w:t xml:space="preserve">and </w:t>
      </w:r>
      <w:r w:rsidRPr="007178A6">
        <w:rPr>
          <w:sz w:val="32"/>
          <w:szCs w:val="32"/>
        </w:rPr>
        <w:t>make a sequel to that one and so on.</w:t>
      </w:r>
    </w:p>
    <w:p w:rsidR="003B6FBC" w:rsidRPr="007178A6" w:rsidRDefault="003B6FBC" w:rsidP="007178A6">
      <w:pPr>
        <w:ind w:firstLine="720"/>
        <w:rPr>
          <w:sz w:val="32"/>
          <w:szCs w:val="32"/>
        </w:rPr>
      </w:pPr>
      <w:r>
        <w:rPr>
          <w:sz w:val="32"/>
          <w:szCs w:val="32"/>
        </w:rPr>
        <w:t>I love to write and I hope to improve more and more. I should also try to make my non-fiction and non-narratives better. They are defiantly not my strong point in writing.</w:t>
      </w:r>
      <w:bookmarkStart w:id="0" w:name="_GoBack"/>
      <w:bookmarkEnd w:id="0"/>
    </w:p>
    <w:sectPr w:rsidR="003B6FBC" w:rsidRPr="007178A6" w:rsidSect="001C4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296"/>
    <w:rsid w:val="000D3E7F"/>
    <w:rsid w:val="001222EC"/>
    <w:rsid w:val="001C49ED"/>
    <w:rsid w:val="003812F7"/>
    <w:rsid w:val="003B6FBC"/>
    <w:rsid w:val="003E7296"/>
    <w:rsid w:val="0071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9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162</Words>
  <Characters>930</Characters>
  <Application>Microsoft Office Outlook</Application>
  <DocSecurity>0</DocSecurity>
  <Lines>0</Lines>
  <Paragraphs>0</Paragraphs>
  <ScaleCrop>false</ScaleCrop>
  <Company>Franklin Township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Corde</dc:creator>
  <cp:keywords/>
  <dc:description/>
  <cp:lastModifiedBy>Franklin Township School</cp:lastModifiedBy>
  <cp:revision>2</cp:revision>
  <cp:lastPrinted>2012-05-08T16:51:00Z</cp:lastPrinted>
  <dcterms:created xsi:type="dcterms:W3CDTF">2012-05-07T17:02:00Z</dcterms:created>
  <dcterms:modified xsi:type="dcterms:W3CDTF">2012-05-08T16:53:00Z</dcterms:modified>
</cp:coreProperties>
</file>